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300F96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776C5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776C54">
        <w:rPr>
          <w:rStyle w:val="Zvraznn"/>
        </w:rPr>
        <w:t>11</w:t>
      </w:r>
      <w:r w:rsidR="00A8346D" w:rsidRPr="00776C54">
        <w:rPr>
          <w:rStyle w:val="Zvraznn"/>
        </w:rPr>
        <w:t xml:space="preserve">.2. a </w:t>
      </w:r>
      <w:r w:rsidR="00A9214E" w:rsidRPr="00776C54">
        <w:rPr>
          <w:rStyle w:val="Zvraznn"/>
        </w:rPr>
        <w:t>11</w:t>
      </w:r>
      <w:r w:rsidRPr="00776C54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8F9E83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776C54">
        <w:rPr>
          <w:rFonts w:eastAsia="Times New Roman" w:cs="Times New Roman"/>
          <w:lang w:eastAsia="cs-CZ"/>
        </w:rPr>
        <w:t>na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76C54" w:rsidRPr="00776C54">
        <w:rPr>
          <w:b/>
          <w:bCs/>
        </w:rPr>
        <w:t>Tisk kalendářů a diářů pro Správu železnic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2D11A" w14:textId="252C88A8" w:rsidR="00776C54" w:rsidRDefault="00776C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020CB8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C9FF90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1BCC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E38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95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6C54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51BCC"/>
    <w:rsid w:val="001D309D"/>
    <w:rsid w:val="0049171C"/>
    <w:rsid w:val="004E7958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11</cp:revision>
  <cp:lastPrinted>2025-08-11T05:54:00Z</cp:lastPrinted>
  <dcterms:created xsi:type="dcterms:W3CDTF">2023-02-27T12:40:00Z</dcterms:created>
  <dcterms:modified xsi:type="dcterms:W3CDTF">2025-08-11T05:54:00Z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